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E1530" w14:textId="6E2E60D4" w:rsidR="00771A03" w:rsidRDefault="00771A03" w:rsidP="00460776">
      <w:pPr>
        <w:spacing w:after="0" w:line="240" w:lineRule="auto"/>
        <w:ind w:hanging="567"/>
        <w:jc w:val="both"/>
        <w:rPr>
          <w:rFonts w:ascii="Times New Roman" w:hAnsi="Times New Roman" w:cs="Times New Roman"/>
        </w:rPr>
      </w:pPr>
      <w:r w:rsidRPr="004B2C1E">
        <w:rPr>
          <w:rFonts w:ascii="Times New Roman" w:hAnsi="Times New Roman" w:cs="Times New Roman"/>
        </w:rPr>
        <w:tab/>
      </w:r>
      <w:r w:rsidR="00460776">
        <w:rPr>
          <w:rFonts w:ascii="Times New Roman" w:hAnsi="Times New Roman" w:cs="Times New Roman"/>
        </w:rPr>
        <w:t>Tartu Ringkonnakohus</w:t>
      </w:r>
    </w:p>
    <w:p w14:paraId="7A009F37" w14:textId="50C644BF" w:rsidR="00460776" w:rsidRPr="006B52ED" w:rsidRDefault="00460776" w:rsidP="00460776">
      <w:pPr>
        <w:spacing w:after="0" w:line="240" w:lineRule="auto"/>
        <w:ind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5730F" w:rsidRPr="0055730F">
        <w:rPr>
          <w:rFonts w:ascii="Times New Roman" w:hAnsi="Times New Roman" w:cs="Times New Roman"/>
        </w:rPr>
        <w:t>tarturk.info@kohus.ee</w:t>
      </w:r>
    </w:p>
    <w:p w14:paraId="04D2FB2C" w14:textId="77777777" w:rsidR="006B52ED" w:rsidRPr="004B2C1E" w:rsidRDefault="006B52ED" w:rsidP="006B52E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6FBEA3" w14:textId="4170FCB5" w:rsidR="00771A03" w:rsidRPr="004B2C1E" w:rsidRDefault="00771A03" w:rsidP="006B5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C1E">
        <w:rPr>
          <w:rFonts w:ascii="Times New Roman" w:hAnsi="Times New Roman" w:cs="Times New Roman"/>
        </w:rPr>
        <w:t xml:space="preserve">Teadmiseks: </w:t>
      </w:r>
      <w:r w:rsidR="00460776">
        <w:rPr>
          <w:rFonts w:ascii="Times New Roman" w:hAnsi="Times New Roman" w:cs="Times New Roman"/>
        </w:rPr>
        <w:t>Justiitsministeerium</w:t>
      </w:r>
    </w:p>
    <w:p w14:paraId="036AAFC5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4175EF7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4F35899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EE9D23A" w14:textId="3BD7BB5F" w:rsidR="00771A03" w:rsidRPr="004B2C1E" w:rsidRDefault="00771A03" w:rsidP="00233FA3">
      <w:pPr>
        <w:spacing w:after="0" w:line="240" w:lineRule="auto"/>
        <w:rPr>
          <w:rFonts w:ascii="Times New Roman" w:hAnsi="Times New Roman" w:cs="Times New Roman"/>
        </w:rPr>
      </w:pPr>
      <w:r w:rsidRPr="004B2C1E">
        <w:rPr>
          <w:rFonts w:ascii="Times New Roman" w:hAnsi="Times New Roman" w:cs="Times New Roman"/>
          <w:b/>
          <w:bCs/>
        </w:rPr>
        <w:t>Teade üürilepingu</w:t>
      </w:r>
      <w:r w:rsidR="00460776">
        <w:rPr>
          <w:rFonts w:ascii="Times New Roman" w:hAnsi="Times New Roman" w:cs="Times New Roman"/>
          <w:b/>
          <w:bCs/>
        </w:rPr>
        <w:t>te</w:t>
      </w:r>
      <w:r w:rsidRPr="004B2C1E">
        <w:rPr>
          <w:rFonts w:ascii="Times New Roman" w:hAnsi="Times New Roman" w:cs="Times New Roman"/>
          <w:b/>
          <w:bCs/>
        </w:rPr>
        <w:t xml:space="preserve"> kohta</w:t>
      </w:r>
      <w:r w:rsidRPr="004B2C1E">
        <w:rPr>
          <w:rFonts w:ascii="Times New Roman" w:hAnsi="Times New Roman" w:cs="Times New Roman"/>
        </w:rPr>
        <w:tab/>
      </w:r>
      <w:r w:rsidRPr="004B2C1E">
        <w:rPr>
          <w:rFonts w:ascii="Times New Roman" w:hAnsi="Times New Roman" w:cs="Times New Roman"/>
        </w:rPr>
        <w:tab/>
      </w:r>
      <w:r w:rsidRPr="004B2C1E">
        <w:rPr>
          <w:rFonts w:ascii="Times New Roman" w:hAnsi="Times New Roman" w:cs="Times New Roman"/>
        </w:rPr>
        <w:tab/>
      </w:r>
      <w:r w:rsidRPr="004B2C1E">
        <w:rPr>
          <w:rFonts w:ascii="Times New Roman" w:hAnsi="Times New Roman" w:cs="Times New Roman"/>
        </w:rPr>
        <w:tab/>
      </w:r>
      <w:r w:rsidR="00080A67" w:rsidRPr="004B2C1E">
        <w:rPr>
          <w:rFonts w:ascii="Times New Roman" w:hAnsi="Times New Roman" w:cs="Times New Roman"/>
        </w:rPr>
        <w:t xml:space="preserve">            </w:t>
      </w:r>
      <w:r w:rsidR="00AC29C5">
        <w:rPr>
          <w:rFonts w:ascii="Times New Roman" w:hAnsi="Times New Roman" w:cs="Times New Roman"/>
        </w:rPr>
        <w:t>1</w:t>
      </w:r>
      <w:r w:rsidR="0055730F">
        <w:rPr>
          <w:rFonts w:ascii="Times New Roman" w:hAnsi="Times New Roman" w:cs="Times New Roman"/>
        </w:rPr>
        <w:t>3</w:t>
      </w:r>
      <w:r w:rsidRPr="004B2C1E">
        <w:rPr>
          <w:rFonts w:ascii="Times New Roman" w:hAnsi="Times New Roman" w:cs="Times New Roman"/>
        </w:rPr>
        <w:t>.</w:t>
      </w:r>
      <w:r w:rsidR="00080A67" w:rsidRPr="004B2C1E">
        <w:rPr>
          <w:rFonts w:ascii="Times New Roman" w:hAnsi="Times New Roman" w:cs="Times New Roman"/>
        </w:rPr>
        <w:t>03</w:t>
      </w:r>
      <w:r w:rsidRPr="004B2C1E">
        <w:rPr>
          <w:rFonts w:ascii="Times New Roman" w:hAnsi="Times New Roman" w:cs="Times New Roman"/>
        </w:rPr>
        <w:t>.</w:t>
      </w:r>
      <w:r w:rsidR="00080A67" w:rsidRPr="002D12DD">
        <w:rPr>
          <w:rFonts w:ascii="Times New Roman" w:hAnsi="Times New Roman" w:cs="Times New Roman"/>
        </w:rPr>
        <w:t>202</w:t>
      </w:r>
      <w:r w:rsidR="0055730F" w:rsidRPr="002D12DD">
        <w:rPr>
          <w:rFonts w:ascii="Times New Roman" w:hAnsi="Times New Roman" w:cs="Times New Roman"/>
        </w:rPr>
        <w:t>4</w:t>
      </w:r>
      <w:r w:rsidRPr="002D12DD">
        <w:rPr>
          <w:rFonts w:ascii="Times New Roman" w:hAnsi="Times New Roman" w:cs="Times New Roman"/>
        </w:rPr>
        <w:t xml:space="preserve"> </w:t>
      </w:r>
      <w:r w:rsidR="00080A67" w:rsidRPr="002D12DD">
        <w:rPr>
          <w:rFonts w:ascii="Times New Roman" w:hAnsi="Times New Roman" w:cs="Times New Roman"/>
        </w:rPr>
        <w:t>HAL-19/202</w:t>
      </w:r>
      <w:r w:rsidR="002D12DD" w:rsidRPr="002D12DD">
        <w:rPr>
          <w:rFonts w:ascii="Times New Roman" w:hAnsi="Times New Roman" w:cs="Times New Roman"/>
        </w:rPr>
        <w:t>4</w:t>
      </w:r>
      <w:r w:rsidR="00080A67" w:rsidRPr="002D12DD">
        <w:rPr>
          <w:rFonts w:ascii="Times New Roman" w:hAnsi="Times New Roman" w:cs="Times New Roman"/>
        </w:rPr>
        <w:t>-</w:t>
      </w:r>
      <w:r w:rsidR="002D12DD" w:rsidRPr="002D12DD">
        <w:rPr>
          <w:rFonts w:ascii="Times New Roman" w:hAnsi="Times New Roman" w:cs="Times New Roman"/>
        </w:rPr>
        <w:t>5</w:t>
      </w:r>
      <w:r w:rsidR="00D909D1" w:rsidRPr="002D12DD">
        <w:rPr>
          <w:rFonts w:ascii="Times New Roman" w:hAnsi="Times New Roman" w:cs="Times New Roman"/>
        </w:rPr>
        <w:t>38</w:t>
      </w:r>
    </w:p>
    <w:p w14:paraId="3B32A6C1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340FFC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F21B26" w14:textId="3A48B230" w:rsidR="0055730F" w:rsidRDefault="0055730F" w:rsidP="00460776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Tuginedes meievahelisele üürilepingu eri- ja tüüptingimustele on Riigi Kinnisvara AS kohustatud esitama Kalevi tn 1, Tartu </w:t>
      </w:r>
      <w:r>
        <w:rPr>
          <w:rStyle w:val="fontstyle01"/>
        </w:rPr>
        <w:t>objekti üüritasu 1. aprilliks tasu muutmisele eelneval aastal</w:t>
      </w:r>
      <w:r>
        <w:rPr>
          <w:rStyle w:val="fontstyle01"/>
        </w:rPr>
        <w:t>.</w:t>
      </w:r>
      <w:r>
        <w:t xml:space="preserve"> </w:t>
      </w:r>
    </w:p>
    <w:p w14:paraId="5A062F12" w14:textId="77777777" w:rsidR="0055730F" w:rsidRDefault="0055730F" w:rsidP="00460776">
      <w:pPr>
        <w:spacing w:after="0" w:line="240" w:lineRule="auto"/>
        <w:jc w:val="both"/>
      </w:pPr>
    </w:p>
    <w:p w14:paraId="1A1B03AF" w14:textId="5C1B4691" w:rsidR="00460776" w:rsidRDefault="00DE04AE" w:rsidP="00460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0776">
        <w:rPr>
          <w:rFonts w:ascii="Times New Roman" w:hAnsi="Times New Roman" w:cs="Times New Roman"/>
        </w:rPr>
        <w:t xml:space="preserve">Käesoleva kirjaga anname teada, et Riigi Kinnisvara AS ei esita </w:t>
      </w:r>
      <w:r w:rsidR="00460776" w:rsidRPr="00460776">
        <w:rPr>
          <w:rFonts w:ascii="Times New Roman" w:hAnsi="Times New Roman" w:cs="Times New Roman"/>
        </w:rPr>
        <w:t>Kalevi tn 1 Tartu</w:t>
      </w:r>
      <w:r w:rsidRPr="00460776">
        <w:rPr>
          <w:rFonts w:ascii="Times New Roman" w:hAnsi="Times New Roman" w:cs="Times New Roman"/>
        </w:rPr>
        <w:t xml:space="preserve"> objekti osas 202</w:t>
      </w:r>
      <w:r w:rsidR="00460776" w:rsidRPr="00460776">
        <w:rPr>
          <w:rFonts w:ascii="Times New Roman" w:hAnsi="Times New Roman" w:cs="Times New Roman"/>
        </w:rPr>
        <w:t>5</w:t>
      </w:r>
      <w:r w:rsidRPr="00460776">
        <w:rPr>
          <w:rFonts w:ascii="Times New Roman" w:hAnsi="Times New Roman" w:cs="Times New Roman"/>
        </w:rPr>
        <w:t xml:space="preserve">. aasta tasude üüriteatist kuna </w:t>
      </w:r>
      <w:r w:rsidR="00460776" w:rsidRPr="00460776">
        <w:rPr>
          <w:rFonts w:ascii="Times New Roman" w:hAnsi="Times New Roman" w:cs="Times New Roman"/>
        </w:rPr>
        <w:t>objekti üürileping nr 3/</w:t>
      </w:r>
      <w:r w:rsidR="0055730F">
        <w:rPr>
          <w:rFonts w:ascii="Times New Roman" w:hAnsi="Times New Roman" w:cs="Times New Roman"/>
        </w:rPr>
        <w:t>1</w:t>
      </w:r>
      <w:r w:rsidR="00460776" w:rsidRPr="00460776">
        <w:rPr>
          <w:rFonts w:ascii="Times New Roman" w:hAnsi="Times New Roman" w:cs="Times New Roman"/>
        </w:rPr>
        <w:t xml:space="preserve">-11 lõpetatakse üürniku kolimisega ehituse ajaks asenduspinnale </w:t>
      </w:r>
      <w:r w:rsidR="005B37F8">
        <w:rPr>
          <w:rFonts w:ascii="Times New Roman" w:hAnsi="Times New Roman" w:cs="Times New Roman"/>
        </w:rPr>
        <w:t>(</w:t>
      </w:r>
      <w:r w:rsidR="00460776" w:rsidRPr="00460776">
        <w:rPr>
          <w:rFonts w:ascii="Times New Roman" w:hAnsi="Times New Roman" w:cs="Times New Roman"/>
        </w:rPr>
        <w:t>J. Liivi tn 4, Tartu</w:t>
      </w:r>
      <w:r w:rsidR="005B37F8">
        <w:rPr>
          <w:rFonts w:ascii="Times New Roman" w:hAnsi="Times New Roman" w:cs="Times New Roman"/>
        </w:rPr>
        <w:t>)</w:t>
      </w:r>
      <w:r w:rsidR="007C77E0">
        <w:rPr>
          <w:rFonts w:ascii="Times New Roman" w:hAnsi="Times New Roman" w:cs="Times New Roman"/>
        </w:rPr>
        <w:t>.</w:t>
      </w:r>
    </w:p>
    <w:p w14:paraId="25F8480E" w14:textId="77777777" w:rsidR="0055730F" w:rsidRDefault="0055730F" w:rsidP="004607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8C3613" w14:textId="46F6F12B" w:rsidR="00460776" w:rsidRDefault="00460776" w:rsidP="00460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730F">
        <w:rPr>
          <w:rFonts w:ascii="Times New Roman" w:hAnsi="Times New Roman" w:cs="Times New Roman"/>
        </w:rPr>
        <w:t>J. Liivi tn 4, Tartu objekti üürileping lõpeb üürniku poolt uue üüripinna (Kalevi tn 1, Tartu) vastuvõtmisest arvates või hiljemalt 3</w:t>
      </w:r>
      <w:r w:rsidR="007C77E0">
        <w:rPr>
          <w:rFonts w:ascii="Times New Roman" w:hAnsi="Times New Roman" w:cs="Times New Roman"/>
        </w:rPr>
        <w:t>0</w:t>
      </w:r>
      <w:r w:rsidRPr="0055730F">
        <w:rPr>
          <w:rFonts w:ascii="Times New Roman" w:hAnsi="Times New Roman" w:cs="Times New Roman"/>
        </w:rPr>
        <w:t>.09.2025.</w:t>
      </w:r>
      <w:r w:rsidR="005B37F8">
        <w:rPr>
          <w:rFonts w:ascii="Times New Roman" w:hAnsi="Times New Roman" w:cs="Times New Roman"/>
        </w:rPr>
        <w:t xml:space="preserve"> Kalevi tn 1, Tartu </w:t>
      </w:r>
      <w:r w:rsidR="005B37F8" w:rsidRPr="004D5508">
        <w:rPr>
          <w:rFonts w:ascii="Times New Roman" w:hAnsi="Times New Roman" w:cs="Times New Roman"/>
        </w:rPr>
        <w:t xml:space="preserve">uue üüripinna üüri- ja </w:t>
      </w:r>
      <w:proofErr w:type="spellStart"/>
      <w:r w:rsidR="005B37F8" w:rsidRPr="004D5508">
        <w:rPr>
          <w:rFonts w:ascii="Times New Roman" w:hAnsi="Times New Roman" w:cs="Times New Roman"/>
        </w:rPr>
        <w:t>kõrvalteenuste</w:t>
      </w:r>
      <w:proofErr w:type="spellEnd"/>
      <w:r w:rsidR="005B37F8" w:rsidRPr="004D5508">
        <w:rPr>
          <w:rFonts w:ascii="Times New Roman" w:hAnsi="Times New Roman" w:cs="Times New Roman"/>
        </w:rPr>
        <w:t xml:space="preserve"> tasud lepitakse kokku uues üürilepingus.</w:t>
      </w:r>
    </w:p>
    <w:p w14:paraId="69EC69D7" w14:textId="77777777" w:rsidR="00DE04AE" w:rsidRPr="00AB68A9" w:rsidRDefault="00DE04AE" w:rsidP="00DE04A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5643BE" w14:textId="2000C402" w:rsidR="006B52ED" w:rsidRDefault="00DE04AE" w:rsidP="00DE04A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Teile 202</w:t>
      </w:r>
      <w:r w:rsidR="0046077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aastaks eelarvestatud vahendite ülevaate leiate Riigi Kinnisvara AS eelarvestamise süsteemist (</w:t>
      </w:r>
      <w:hyperlink r:id="rId11" w:history="1">
        <w:r w:rsidRPr="00195B80">
          <w:rPr>
            <w:rStyle w:val="Hyperlink"/>
            <w:rFonts w:ascii="Times New Roman" w:hAnsi="Times New Roman" w:cs="Times New Roman"/>
          </w:rPr>
          <w:t>https://eel.rkas.ee</w:t>
        </w:r>
      </w:hyperlink>
      <w:r>
        <w:rPr>
          <w:rFonts w:ascii="Times New Roman" w:hAnsi="Times New Roman" w:cs="Times New Roman"/>
        </w:rPr>
        <w:t xml:space="preserve">). Süsteemi saab sisse logida ID-kaardi, </w:t>
      </w:r>
      <w:proofErr w:type="spellStart"/>
      <w:r>
        <w:rPr>
          <w:rFonts w:ascii="Times New Roman" w:hAnsi="Times New Roman" w:cs="Times New Roman"/>
        </w:rPr>
        <w:t>Smart</w:t>
      </w:r>
      <w:proofErr w:type="spellEnd"/>
      <w:r>
        <w:rPr>
          <w:rFonts w:ascii="Times New Roman" w:hAnsi="Times New Roman" w:cs="Times New Roman"/>
        </w:rPr>
        <w:t xml:space="preserve">-ID või Mobiil-ID-ga. Juhul, kui Teil on küsimusi või vastuväiteid eelarvestatud vahendite osas, siis palume nendest teada anda </w:t>
      </w:r>
      <w:r w:rsidRPr="004439D2">
        <w:rPr>
          <w:rFonts w:ascii="Times New Roman" w:hAnsi="Times New Roman" w:cs="Times New Roman"/>
          <w:b/>
          <w:bCs/>
        </w:rPr>
        <w:t xml:space="preserve">hiljemalt </w:t>
      </w:r>
      <w:r>
        <w:rPr>
          <w:rFonts w:ascii="Times New Roman" w:hAnsi="Times New Roman" w:cs="Times New Roman"/>
          <w:b/>
          <w:bCs/>
        </w:rPr>
        <w:t>1</w:t>
      </w:r>
      <w:r w:rsidR="00460776">
        <w:rPr>
          <w:rFonts w:ascii="Times New Roman" w:hAnsi="Times New Roman" w:cs="Times New Roman"/>
          <w:b/>
          <w:bCs/>
        </w:rPr>
        <w:t>7</w:t>
      </w:r>
      <w:r w:rsidRPr="004439D2">
        <w:rPr>
          <w:rFonts w:ascii="Times New Roman" w:hAnsi="Times New Roman" w:cs="Times New Roman"/>
          <w:b/>
          <w:bCs/>
        </w:rPr>
        <w:t>.05.202</w:t>
      </w:r>
      <w:r w:rsidR="00460776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läbi Riigi Kinnisvara AS eelarvestamise süsteemi.</w:t>
      </w:r>
    </w:p>
    <w:p w14:paraId="29132E59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9772E4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91B2F4" w14:textId="77777777" w:rsidR="00460776" w:rsidRPr="00AB68A9" w:rsidRDefault="00460776" w:rsidP="00460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B68A9">
        <w:rPr>
          <w:rFonts w:ascii="Times New Roman" w:hAnsi="Times New Roman" w:cs="Times New Roman"/>
        </w:rPr>
        <w:t>Lugupidamisega</w:t>
      </w:r>
    </w:p>
    <w:p w14:paraId="3B8B1514" w14:textId="77777777" w:rsidR="00460776" w:rsidRPr="00AB68A9" w:rsidRDefault="00460776" w:rsidP="0046077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B68A9">
        <w:rPr>
          <w:rFonts w:ascii="Times New Roman" w:hAnsi="Times New Roman" w:cs="Times New Roman"/>
          <w:i/>
        </w:rPr>
        <w:t>Allkirjastatud digitaalselt</w:t>
      </w:r>
    </w:p>
    <w:p w14:paraId="61B48352" w14:textId="77777777" w:rsidR="00460776" w:rsidRPr="00AB68A9" w:rsidRDefault="00460776" w:rsidP="004607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Karel Aasrand</w:t>
      </w:r>
    </w:p>
    <w:p w14:paraId="46067BCD" w14:textId="7651D3A9" w:rsidR="00771A03" w:rsidRPr="004B2C1E" w:rsidRDefault="00460776" w:rsidP="00771A0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Pr="00AB68A9">
        <w:rPr>
          <w:rFonts w:ascii="Times New Roman" w:hAnsi="Times New Roman" w:cs="Times New Roman"/>
        </w:rPr>
        <w:t>aldusteenuste direktor</w:t>
      </w:r>
    </w:p>
    <w:p w14:paraId="1BE2C8C1" w14:textId="569F0FF4" w:rsidR="00626DE5" w:rsidRPr="004B2C1E" w:rsidRDefault="00626DE5" w:rsidP="00A8757F"/>
    <w:p w14:paraId="2F33F648" w14:textId="777BFE8C" w:rsidR="00771A03" w:rsidRPr="004B2C1E" w:rsidRDefault="00771A03" w:rsidP="00A8757F"/>
    <w:p w14:paraId="6AE12B41" w14:textId="5B455A1E" w:rsidR="00771A03" w:rsidRPr="004B2C1E" w:rsidRDefault="00771A03" w:rsidP="00A8757F"/>
    <w:p w14:paraId="4ABC7DA2" w14:textId="77777777" w:rsidR="00460776" w:rsidRDefault="00460776" w:rsidP="00771A0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Kerli Kikojan</w:t>
      </w:r>
    </w:p>
    <w:p w14:paraId="534207AA" w14:textId="0E4950FF" w:rsidR="00771A03" w:rsidRDefault="00000000" w:rsidP="00771A03">
      <w:pPr>
        <w:spacing w:after="0" w:line="240" w:lineRule="auto"/>
        <w:jc w:val="both"/>
      </w:pPr>
      <w:hyperlink r:id="rId12" w:history="1">
        <w:r w:rsidR="00460776" w:rsidRPr="00D7193F">
          <w:rPr>
            <w:rStyle w:val="Hyperlink"/>
            <w:rFonts w:ascii="Times New Roman" w:hAnsi="Times New Roman" w:cs="Times New Roman"/>
          </w:rPr>
          <w:t>kerli.kikojan@rkas.ee</w:t>
        </w:r>
      </w:hyperlink>
    </w:p>
    <w:p w14:paraId="5E5401DB" w14:textId="77777777" w:rsidR="00460776" w:rsidRPr="004B2C1E" w:rsidRDefault="00460776" w:rsidP="00771A03">
      <w:pPr>
        <w:spacing w:after="0" w:line="240" w:lineRule="auto"/>
        <w:jc w:val="both"/>
      </w:pPr>
    </w:p>
    <w:sectPr w:rsidR="00460776" w:rsidRPr="004B2C1E" w:rsidSect="002A052B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1EC5B" w14:textId="77777777" w:rsidR="002A052B" w:rsidRDefault="002A052B" w:rsidP="008526C2">
      <w:pPr>
        <w:spacing w:after="0" w:line="240" w:lineRule="auto"/>
      </w:pPr>
      <w:r>
        <w:separator/>
      </w:r>
    </w:p>
  </w:endnote>
  <w:endnote w:type="continuationSeparator" w:id="0">
    <w:p w14:paraId="0E7E5EF5" w14:textId="77777777" w:rsidR="002A052B" w:rsidRDefault="002A052B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1392152"/>
      <w:docPartObj>
        <w:docPartGallery w:val="Page Numbers (Bottom of Page)"/>
        <w:docPartUnique/>
      </w:docPartObj>
    </w:sdtPr>
    <w:sdtContent>
      <w:p w14:paraId="5AEB4C54" w14:textId="77777777" w:rsidR="00F311BA" w:rsidRDefault="00F311BA" w:rsidP="00C777D6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DC1FC4" w14:textId="77777777" w:rsidR="00F311BA" w:rsidRDefault="00F311BA" w:rsidP="00F311BA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43225257"/>
      <w:docPartObj>
        <w:docPartGallery w:val="Page Numbers (Bottom of Page)"/>
        <w:docPartUnique/>
      </w:docPartObj>
    </w:sdtPr>
    <w:sdtContent>
      <w:p w14:paraId="4EDB9101" w14:textId="77777777" w:rsidR="00F311BA" w:rsidRDefault="00F311BA" w:rsidP="007C6D2F">
        <w:pPr>
          <w:pStyle w:val="Footer"/>
          <w:framePr w:w="437" w:h="346" w:hRule="exact" w:wrap="notBeside" w:vAnchor="text" w:hAnchor="page" w:x="9861" w:y="194"/>
          <w:jc w:val="right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856B5E5" w14:textId="77777777" w:rsidR="003213BF" w:rsidRDefault="00A5630E" w:rsidP="009F432A">
    <w:pPr>
      <w:pStyle w:val="Footer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BD4594" wp14:editId="6D2348C8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FCDAE7" w14:textId="77777777" w:rsidR="001825E8" w:rsidRPr="009F432A" w:rsidRDefault="00000000" w:rsidP="001825E8">
                          <w:pPr>
                            <w:pStyle w:val="Footer"/>
                            <w:rPr>
                              <w:rStyle w:val="Hyperlink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"mailto:info@rkas.ee"</w:instrText>
                          </w:r>
                          <w:r>
                            <w:fldChar w:fldCharType="separate"/>
                          </w:r>
                          <w:r w:rsidR="0000587A">
                            <w:rPr>
                              <w:rStyle w:val="Hyperlink"/>
                            </w:rPr>
                            <w:t>info@rkas.ee</w:t>
                          </w:r>
                          <w:r>
                            <w:rPr>
                              <w:rStyle w:val="Hyperlink"/>
                            </w:rPr>
                            <w:fldChar w:fldCharType="end"/>
                          </w:r>
                          <w:r w:rsidR="0000587A">
                            <w:rPr>
                              <w:rStyle w:val="Hyperlink"/>
                            </w:rPr>
                            <w:br/>
                          </w:r>
                          <w:r w:rsidR="00C75828" w:rsidRPr="009F432A">
                            <w:rPr>
                              <w:rStyle w:val="Hy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BD459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13FCDAE7" w14:textId="77777777" w:rsidR="001825E8" w:rsidRPr="009F432A" w:rsidRDefault="00000000" w:rsidP="001825E8">
                    <w:pPr>
                      <w:pStyle w:val="Footer"/>
                      <w:rPr>
                        <w:rStyle w:val="Hyperlink"/>
                      </w:rPr>
                    </w:pPr>
                    <w:r>
                      <w:fldChar w:fldCharType="begin"/>
                    </w:r>
                    <w:r>
                      <w:instrText>HYPERLINK "mailto:info@rkas.ee"</w:instrText>
                    </w:r>
                    <w:r>
                      <w:fldChar w:fldCharType="separate"/>
                    </w:r>
                    <w:r w:rsidR="0000587A">
                      <w:rPr>
                        <w:rStyle w:val="Hyperlink"/>
                      </w:rPr>
                      <w:t>info@rkas.ee</w:t>
                    </w:r>
                    <w:r>
                      <w:rPr>
                        <w:rStyle w:val="Hyperlink"/>
                      </w:rPr>
                      <w:fldChar w:fldCharType="end"/>
                    </w:r>
                    <w:r w:rsidR="0000587A">
                      <w:rPr>
                        <w:rStyle w:val="Hyperlink"/>
                      </w:rPr>
                      <w:br/>
                    </w:r>
                    <w:r w:rsidR="00C75828" w:rsidRPr="009F432A">
                      <w:rPr>
                        <w:rStyle w:val="Hy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AC10F8" wp14:editId="4D140516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E84A13" w14:textId="77777777" w:rsidR="003213BF" w:rsidRPr="003213BF" w:rsidRDefault="00626DE5" w:rsidP="001825E8">
                          <w:pPr>
                            <w:pStyle w:val="Footer"/>
                          </w:pPr>
                          <w:r>
                            <w:t>Tartu mnt 85</w:t>
                          </w:r>
                          <w:r w:rsidR="0000587A" w:rsidRPr="0000587A">
                            <w:t>, 1</w:t>
                          </w:r>
                          <w:r>
                            <w:t>0115</w:t>
                          </w:r>
                          <w:r w:rsidR="0000587A" w:rsidRPr="0000587A">
                            <w:t xml:space="preserve"> Tallinn</w:t>
                          </w:r>
                          <w:r w:rsidR="001825E8">
                            <w:br/>
                          </w:r>
                          <w:r w:rsidR="00C75828" w:rsidRPr="00C75828"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AC10F8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05E84A13" w14:textId="77777777" w:rsidR="003213BF" w:rsidRPr="003213BF" w:rsidRDefault="00626DE5" w:rsidP="001825E8">
                    <w:pPr>
                      <w:pStyle w:val="Footer"/>
                    </w:pPr>
                    <w:r>
                      <w:t>Tartu mnt 85</w:t>
                    </w:r>
                    <w:r w:rsidR="0000587A" w:rsidRPr="0000587A">
                      <w:t>, 1</w:t>
                    </w:r>
                    <w:r>
                      <w:t>0115</w:t>
                    </w:r>
                    <w:r w:rsidR="0000587A" w:rsidRPr="0000587A">
                      <w:t xml:space="preserve"> Tallinn</w:t>
                    </w:r>
                    <w:r w:rsidR="001825E8">
                      <w:br/>
                    </w:r>
                    <w:r w:rsidR="00C75828" w:rsidRPr="00C75828"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13F4BC" wp14:editId="5CA09EAC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0ED69A" w14:textId="77777777" w:rsidR="003213BF" w:rsidRDefault="00C75828" w:rsidP="003213BF">
                          <w:pPr>
                            <w:pStyle w:val="Footer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proofErr w:type="spellStart"/>
                          <w:r w:rsidR="0000587A" w:rsidRPr="0000587A">
                            <w:t>Reg</w:t>
                          </w:r>
                          <w:proofErr w:type="spellEnd"/>
                          <w:r w:rsidR="0000587A" w:rsidRPr="0000587A">
                            <w:t>-nr 10788733</w:t>
                          </w:r>
                          <w:r w:rsidR="00117540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3F4BC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160ED69A" w14:textId="77777777" w:rsidR="003213BF" w:rsidRDefault="00C75828" w:rsidP="003213BF">
                    <w:pPr>
                      <w:pStyle w:val="Footer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proofErr w:type="spellStart"/>
                    <w:r w:rsidR="0000587A" w:rsidRPr="0000587A">
                      <w:t>Reg</w:t>
                    </w:r>
                    <w:proofErr w:type="spellEnd"/>
                    <w:r w:rsidR="0000587A" w:rsidRPr="0000587A">
                      <w:t>-nr 10788733</w:t>
                    </w:r>
                    <w:r w:rsidR="00117540"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938F4" w14:textId="77777777" w:rsidR="00A5630E" w:rsidRDefault="00F52BA1">
    <w:pPr>
      <w:pStyle w:val="Footer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078F744" wp14:editId="0BB292D2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666293" w14:textId="77777777" w:rsidR="00E85A5B" w:rsidRPr="009F432A" w:rsidRDefault="00000000" w:rsidP="00E85A5B">
                          <w:pPr>
                            <w:pStyle w:val="Footer"/>
                          </w:pPr>
                          <w:hyperlink r:id="rId1" w:history="1">
                            <w:r w:rsidR="00E85A5B">
                              <w:t>info@rkas.ee</w:t>
                            </w:r>
                          </w:hyperlink>
                          <w:r w:rsidR="00E85A5B"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8F74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3A666293" w14:textId="77777777" w:rsidR="00E85A5B" w:rsidRPr="009F432A" w:rsidRDefault="00000000" w:rsidP="00E85A5B">
                    <w:pPr>
                      <w:pStyle w:val="Footer"/>
                    </w:pPr>
                    <w:hyperlink r:id="rId2" w:history="1">
                      <w:r w:rsidR="00E85A5B">
                        <w:t>info@rkas.ee</w:t>
                      </w:r>
                    </w:hyperlink>
                    <w:r w:rsidR="00E85A5B"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CB72EB8" wp14:editId="7A883E07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01E0EC" w14:textId="77777777" w:rsidR="00E85A5B" w:rsidRPr="003213BF" w:rsidRDefault="00DF02AD" w:rsidP="00E85A5B">
                          <w:pPr>
                            <w:pStyle w:val="Footer"/>
                          </w:pPr>
                          <w:r w:rsidRPr="00DF02AD">
                            <w:t>Tartu mnt 85</w:t>
                          </w:r>
                          <w:r w:rsidR="00E85A5B" w:rsidRPr="0000587A">
                            <w:t xml:space="preserve">, </w:t>
                          </w:r>
                          <w:r w:rsidRPr="00DF02AD">
                            <w:t xml:space="preserve">10115 </w:t>
                          </w:r>
                          <w:r w:rsidR="00E85A5B" w:rsidRPr="0000587A">
                            <w:t>Tallinn</w:t>
                          </w:r>
                          <w:r w:rsidR="00E85A5B">
                            <w:br/>
                          </w:r>
                          <w:r w:rsidR="00E85A5B" w:rsidRPr="00C75828"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72EB8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3101E0EC" w14:textId="77777777" w:rsidR="00E85A5B" w:rsidRPr="003213BF" w:rsidRDefault="00DF02AD" w:rsidP="00E85A5B">
                    <w:pPr>
                      <w:pStyle w:val="Footer"/>
                    </w:pPr>
                    <w:r w:rsidRPr="00DF02AD">
                      <w:t>Tartu mnt 85</w:t>
                    </w:r>
                    <w:r w:rsidR="00E85A5B" w:rsidRPr="0000587A">
                      <w:t xml:space="preserve">, </w:t>
                    </w:r>
                    <w:r w:rsidRPr="00DF02AD">
                      <w:t xml:space="preserve">10115 </w:t>
                    </w:r>
                    <w:r w:rsidR="00E85A5B" w:rsidRPr="0000587A">
                      <w:t>Tallinn</w:t>
                    </w:r>
                    <w:r w:rsidR="00E85A5B">
                      <w:br/>
                    </w:r>
                    <w:r w:rsidR="00E85A5B" w:rsidRPr="00C75828"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7C0960A" wp14:editId="1248F572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DD71C0" w14:textId="77777777" w:rsidR="00E85A5B" w:rsidRDefault="00E85A5B" w:rsidP="00E85A5B">
                          <w:pPr>
                            <w:pStyle w:val="Footer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proofErr w:type="spellStart"/>
                          <w:r w:rsidRPr="0000587A">
                            <w:t>Reg</w:t>
                          </w:r>
                          <w:proofErr w:type="spellEnd"/>
                          <w:r w:rsidRPr="0000587A">
                            <w:t>-nr 10788733</w:t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C0960A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20DD71C0" w14:textId="77777777" w:rsidR="00E85A5B" w:rsidRDefault="00E85A5B" w:rsidP="00E85A5B">
                    <w:pPr>
                      <w:pStyle w:val="Footer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proofErr w:type="spellStart"/>
                    <w:r w:rsidRPr="0000587A">
                      <w:t>Reg</w:t>
                    </w:r>
                    <w:proofErr w:type="spellEnd"/>
                    <w:r w:rsidRPr="0000587A">
                      <w:t>-nr 10788733</w:t>
                    </w:r>
                    <w: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5DA5" w14:textId="77777777" w:rsidR="002A052B" w:rsidRDefault="002A052B" w:rsidP="008526C2">
      <w:pPr>
        <w:spacing w:after="0" w:line="240" w:lineRule="auto"/>
      </w:pPr>
      <w:r>
        <w:separator/>
      </w:r>
    </w:p>
  </w:footnote>
  <w:footnote w:type="continuationSeparator" w:id="0">
    <w:p w14:paraId="69D99B1D" w14:textId="77777777" w:rsidR="002A052B" w:rsidRDefault="002A052B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63309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37E033A5" wp14:editId="2F2A02E1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EA04" w14:textId="77777777" w:rsidR="00A5630E" w:rsidRDefault="00E85A5B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18F4062D" wp14:editId="649DB015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E4E54"/>
    <w:multiLevelType w:val="hybridMultilevel"/>
    <w:tmpl w:val="7E0C04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A1681"/>
    <w:multiLevelType w:val="hybridMultilevel"/>
    <w:tmpl w:val="256CED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008257">
    <w:abstractNumId w:val="4"/>
  </w:num>
  <w:num w:numId="2" w16cid:durableId="1389917706">
    <w:abstractNumId w:val="2"/>
  </w:num>
  <w:num w:numId="3" w16cid:durableId="603265821">
    <w:abstractNumId w:val="0"/>
  </w:num>
  <w:num w:numId="4" w16cid:durableId="1527401952">
    <w:abstractNumId w:val="3"/>
  </w:num>
  <w:num w:numId="5" w16cid:durableId="115922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03"/>
    <w:rsid w:val="0000587A"/>
    <w:rsid w:val="00007D1A"/>
    <w:rsid w:val="0001181F"/>
    <w:rsid w:val="000254A1"/>
    <w:rsid w:val="000467B5"/>
    <w:rsid w:val="00062DF2"/>
    <w:rsid w:val="00080A67"/>
    <w:rsid w:val="000A2848"/>
    <w:rsid w:val="000A7C48"/>
    <w:rsid w:val="000B69A1"/>
    <w:rsid w:val="00117540"/>
    <w:rsid w:val="00150E13"/>
    <w:rsid w:val="00152BF0"/>
    <w:rsid w:val="001722F7"/>
    <w:rsid w:val="001741D7"/>
    <w:rsid w:val="0017658C"/>
    <w:rsid w:val="001825E8"/>
    <w:rsid w:val="001D41D2"/>
    <w:rsid w:val="001F0C9E"/>
    <w:rsid w:val="00233FA3"/>
    <w:rsid w:val="002372BA"/>
    <w:rsid w:val="00243AAA"/>
    <w:rsid w:val="002A052B"/>
    <w:rsid w:val="002C36B6"/>
    <w:rsid w:val="002D12DD"/>
    <w:rsid w:val="002D6B3A"/>
    <w:rsid w:val="00303B60"/>
    <w:rsid w:val="003213BF"/>
    <w:rsid w:val="00324B5A"/>
    <w:rsid w:val="003434BA"/>
    <w:rsid w:val="00376F1C"/>
    <w:rsid w:val="003B58DA"/>
    <w:rsid w:val="00402F32"/>
    <w:rsid w:val="00460776"/>
    <w:rsid w:val="00463C90"/>
    <w:rsid w:val="004A041F"/>
    <w:rsid w:val="004A5581"/>
    <w:rsid w:val="004B2C1E"/>
    <w:rsid w:val="004B2FAD"/>
    <w:rsid w:val="00504B8F"/>
    <w:rsid w:val="005128AF"/>
    <w:rsid w:val="00537269"/>
    <w:rsid w:val="00551C52"/>
    <w:rsid w:val="005567E7"/>
    <w:rsid w:val="0055730F"/>
    <w:rsid w:val="00580F65"/>
    <w:rsid w:val="005B37F8"/>
    <w:rsid w:val="005B45CE"/>
    <w:rsid w:val="005C119D"/>
    <w:rsid w:val="005E4C17"/>
    <w:rsid w:val="00626DE5"/>
    <w:rsid w:val="006646D6"/>
    <w:rsid w:val="006708D9"/>
    <w:rsid w:val="006A7A79"/>
    <w:rsid w:val="006B52ED"/>
    <w:rsid w:val="006B5E98"/>
    <w:rsid w:val="006D3CEB"/>
    <w:rsid w:val="006E2276"/>
    <w:rsid w:val="0072358A"/>
    <w:rsid w:val="0072772B"/>
    <w:rsid w:val="00753AB3"/>
    <w:rsid w:val="00771A03"/>
    <w:rsid w:val="007C6D2F"/>
    <w:rsid w:val="007C77E0"/>
    <w:rsid w:val="008165F7"/>
    <w:rsid w:val="008425AA"/>
    <w:rsid w:val="008526C2"/>
    <w:rsid w:val="008A67E1"/>
    <w:rsid w:val="008D72C1"/>
    <w:rsid w:val="008E114D"/>
    <w:rsid w:val="0090385C"/>
    <w:rsid w:val="00947678"/>
    <w:rsid w:val="00980D82"/>
    <w:rsid w:val="009F432A"/>
    <w:rsid w:val="00A164B8"/>
    <w:rsid w:val="00A42145"/>
    <w:rsid w:val="00A444D7"/>
    <w:rsid w:val="00A517D5"/>
    <w:rsid w:val="00A54F74"/>
    <w:rsid w:val="00A5630E"/>
    <w:rsid w:val="00A8757F"/>
    <w:rsid w:val="00A92FD1"/>
    <w:rsid w:val="00AC29C5"/>
    <w:rsid w:val="00AC3169"/>
    <w:rsid w:val="00AE0EB2"/>
    <w:rsid w:val="00AF045E"/>
    <w:rsid w:val="00B1357A"/>
    <w:rsid w:val="00B13692"/>
    <w:rsid w:val="00B518CE"/>
    <w:rsid w:val="00B7733E"/>
    <w:rsid w:val="00BB08C4"/>
    <w:rsid w:val="00C0559C"/>
    <w:rsid w:val="00C105AE"/>
    <w:rsid w:val="00C1717D"/>
    <w:rsid w:val="00C23D12"/>
    <w:rsid w:val="00C55EAB"/>
    <w:rsid w:val="00C75828"/>
    <w:rsid w:val="00CB5B16"/>
    <w:rsid w:val="00CF5832"/>
    <w:rsid w:val="00CF6E10"/>
    <w:rsid w:val="00D4450B"/>
    <w:rsid w:val="00D44BBB"/>
    <w:rsid w:val="00D466A1"/>
    <w:rsid w:val="00D60349"/>
    <w:rsid w:val="00D73C81"/>
    <w:rsid w:val="00D777B9"/>
    <w:rsid w:val="00D909D1"/>
    <w:rsid w:val="00DE04AE"/>
    <w:rsid w:val="00DF02AD"/>
    <w:rsid w:val="00E053A1"/>
    <w:rsid w:val="00E23947"/>
    <w:rsid w:val="00E85A5B"/>
    <w:rsid w:val="00F2150B"/>
    <w:rsid w:val="00F311BA"/>
    <w:rsid w:val="00F52BA1"/>
    <w:rsid w:val="00F66700"/>
    <w:rsid w:val="00FA206A"/>
    <w:rsid w:val="00FC2C3F"/>
    <w:rsid w:val="00F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8F069"/>
  <w15:chartTrackingRefBased/>
  <w15:docId w15:val="{403FD89F-9E5E-4AE6-8368-50C3A4D9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A03"/>
    <w:pPr>
      <w:spacing w:after="160" w:line="259" w:lineRule="auto"/>
    </w:pPr>
    <w:rPr>
      <w:sz w:val="22"/>
      <w:szCs w:val="22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6C2"/>
  </w:style>
  <w:style w:type="paragraph" w:styleId="Footer">
    <w:name w:val="footer"/>
    <w:basedOn w:val="Normal"/>
    <w:link w:val="FooterChar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FooterChar">
    <w:name w:val="Footer Char"/>
    <w:basedOn w:val="DefaultParagraphFont"/>
    <w:link w:val="Footer"/>
    <w:uiPriority w:val="99"/>
    <w:rsid w:val="009F432A"/>
    <w:rPr>
      <w:sz w:val="13"/>
    </w:rPr>
  </w:style>
  <w:style w:type="character" w:customStyle="1" w:styleId="Heading1Char">
    <w:name w:val="Heading 1 Char"/>
    <w:basedOn w:val="DefaultParagraphFont"/>
    <w:link w:val="Heading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yperlink">
    <w:name w:val="Hyperlink"/>
    <w:basedOn w:val="DefaultParagraphFont"/>
    <w:uiPriority w:val="99"/>
    <w:unhideWhenUsed/>
    <w:rsid w:val="009F432A"/>
    <w:rPr>
      <w:color w:val="000000" w:themeColor="text1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l"/>
    <w:qFormat/>
    <w:rsid w:val="00C105AE"/>
    <w:pPr>
      <w:spacing w:before="160" w:after="320" w:line="288" w:lineRule="auto"/>
      <w:contextualSpacing/>
    </w:pPr>
  </w:style>
  <w:style w:type="paragraph" w:styleId="ListParagraph">
    <w:name w:val="List Paragraph"/>
    <w:basedOn w:val="Normal"/>
    <w:uiPriority w:val="34"/>
    <w:qFormat/>
    <w:rsid w:val="000A2848"/>
    <w:pPr>
      <w:ind w:left="56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SubtleReference">
    <w:name w:val="Subtle Reference"/>
    <w:basedOn w:val="DefaultParagraph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PageNumber">
    <w:name w:val="page number"/>
    <w:basedOn w:val="DefaultParagraphFont"/>
    <w:uiPriority w:val="99"/>
    <w:semiHidden/>
    <w:unhideWhenUsed/>
    <w:rsid w:val="000A2848"/>
    <w:rPr>
      <w:color w:val="003669" w:themeColor="accent1"/>
      <w:sz w:val="18"/>
    </w:rPr>
  </w:style>
  <w:style w:type="table" w:styleId="TableGrid">
    <w:name w:val="Table Grid"/>
    <w:basedOn w:val="TableNormal"/>
    <w:uiPriority w:val="3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3-Accent1">
    <w:name w:val="Grid Table 3 Accent 1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C75828"/>
    <w:rPr>
      <w:i/>
      <w:iCs/>
    </w:rPr>
  </w:style>
  <w:style w:type="character" w:styleId="IntenseReference">
    <w:name w:val="Intense Reference"/>
    <w:basedOn w:val="DefaultParagraph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GridTable2-Accent5">
    <w:name w:val="Grid Table 2 Accent 5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GridTable2-Accent3">
    <w:name w:val="Grid Table 2 Accent 3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2-Accent1">
    <w:name w:val="Grid Table 2 Accent 1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GridTable4">
    <w:name w:val="Grid Table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5Dark-Accent5">
    <w:name w:val="Grid Table 5 Dark Accent 5"/>
    <w:basedOn w:val="TableNorma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ListTable1Light-Accent1">
    <w:name w:val="List Table 1 Light Accent 1"/>
    <w:basedOn w:val="TableNorma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1Light-Accent3">
    <w:name w:val="Grid Table 1 Light Accent 3"/>
    <w:basedOn w:val="TableNorma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l"/>
    <w:qFormat/>
    <w:rsid w:val="00243AAA"/>
    <w:pPr>
      <w:spacing w:after="0" w:line="312" w:lineRule="auto"/>
    </w:pPr>
    <w:rPr>
      <w:bCs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567E7"/>
    <w:rPr>
      <w:i/>
      <w:iCs/>
      <w:color w:val="000000" w:themeColor="text1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7E7"/>
    <w:rPr>
      <w:i/>
      <w:iCs/>
      <w:color w:val="000000" w:themeColor="text1"/>
      <w:sz w:val="20"/>
    </w:rPr>
  </w:style>
  <w:style w:type="character" w:customStyle="1" w:styleId="fontstyle01">
    <w:name w:val="fontstyle01"/>
    <w:basedOn w:val="DefaultParagraphFont"/>
    <w:rsid w:val="0055730F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rli.kikojan@rkas.ee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el.rkas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haldus\Templates\RKAS_kirjaplank_mall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81D14A56C30408B68C0CA0154DCC4" ma:contentTypeVersion="9" ma:contentTypeDescription="Create a new document." ma:contentTypeScope="" ma:versionID="68f7a72a83e9a5077fad183affd42258">
  <xsd:schema xmlns:xsd="http://www.w3.org/2001/XMLSchema" xmlns:xs="http://www.w3.org/2001/XMLSchema" xmlns:p="http://schemas.microsoft.com/office/2006/metadata/properties" xmlns:ns2="025463bb-f6f4-41bb-8d3c-e8cff883e6a1" targetNamespace="http://schemas.microsoft.com/office/2006/metadata/properties" ma:root="true" ma:fieldsID="662853af5cef798a3e67898e0ac27c81" ns2:_="">
    <xsd:import namespace="025463bb-f6f4-41bb-8d3c-e8cff883e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463bb-f6f4-41bb-8d3c-e8cff883e6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FA7BAF-513B-4F92-820A-38CC5A7EB1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6CA91E-E27B-42A3-AEE5-6DDC1ACC4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5463bb-f6f4-41bb-8d3c-e8cff883e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RKAS_kirjaplank_mall</Template>
  <TotalTime>195</TotalTime>
  <Pages>1</Pages>
  <Words>206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Tamm</dc:creator>
  <cp:keywords/>
  <dc:description/>
  <cp:lastModifiedBy>Kerli Kikojan</cp:lastModifiedBy>
  <cp:revision>7</cp:revision>
  <cp:lastPrinted>2018-12-03T08:58:00Z</cp:lastPrinted>
  <dcterms:created xsi:type="dcterms:W3CDTF">2024-03-08T08:18:00Z</dcterms:created>
  <dcterms:modified xsi:type="dcterms:W3CDTF">2024-03-11T09:58:00Z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0x01010012881D14A56C30408B68C0CA0154DCC4</vt:lpwstr>
  </property>
</Properties>
</file>